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64D" w:rsidRDefault="002B464D" w:rsidP="00EB57F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1B1A">
        <w:rPr>
          <w:rFonts w:ascii="Times New Roman" w:hAnsi="Times New Roman"/>
          <w:b/>
          <w:sz w:val="24"/>
          <w:szCs w:val="24"/>
        </w:rPr>
        <w:t xml:space="preserve">Критерии оценивания мониторинговой проверочной работы </w:t>
      </w:r>
    </w:p>
    <w:p w:rsidR="002B464D" w:rsidRDefault="002B464D" w:rsidP="00EB57F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1B1A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биологии в 7 классе</w:t>
      </w:r>
    </w:p>
    <w:p w:rsidR="002B464D" w:rsidRDefault="002B464D" w:rsidP="0000238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B464D" w:rsidRPr="00EB57F9" w:rsidRDefault="002B464D" w:rsidP="00EB57F9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№ 1 – 10 - </w:t>
      </w:r>
      <w:r w:rsidRPr="00EB57F9">
        <w:rPr>
          <w:rFonts w:ascii="Times New Roman" w:hAnsi="Times New Roman"/>
          <w:sz w:val="24"/>
          <w:szCs w:val="24"/>
        </w:rPr>
        <w:t>каждый правильный ответ оценивается в 1 балл.</w:t>
      </w:r>
    </w:p>
    <w:p w:rsidR="002B464D" w:rsidRPr="00EB57F9" w:rsidRDefault="002B464D" w:rsidP="00EB57F9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№ 11-13 - </w:t>
      </w:r>
      <w:r w:rsidRPr="00EB57F9">
        <w:rPr>
          <w:rFonts w:ascii="Times New Roman" w:hAnsi="Times New Roman"/>
          <w:sz w:val="24"/>
          <w:szCs w:val="24"/>
        </w:rPr>
        <w:t>оценива</w:t>
      </w:r>
      <w:r>
        <w:rPr>
          <w:rFonts w:ascii="Times New Roman" w:hAnsi="Times New Roman"/>
          <w:sz w:val="24"/>
          <w:szCs w:val="24"/>
        </w:rPr>
        <w:t>ю</w:t>
      </w:r>
      <w:r w:rsidRPr="00EB57F9">
        <w:rPr>
          <w:rFonts w:ascii="Times New Roman" w:hAnsi="Times New Roman"/>
          <w:sz w:val="24"/>
          <w:szCs w:val="24"/>
        </w:rPr>
        <w:t xml:space="preserve">тся в 2 балла. При наличии не более одной ошибки – в 1 балл. </w:t>
      </w:r>
    </w:p>
    <w:p w:rsidR="002B464D" w:rsidRPr="00EB57F9" w:rsidRDefault="002B464D" w:rsidP="00EB57F9">
      <w:pPr>
        <w:contextualSpacing/>
        <w:rPr>
          <w:rFonts w:ascii="Times New Roman" w:hAnsi="Times New Roman"/>
          <w:sz w:val="24"/>
          <w:szCs w:val="24"/>
        </w:rPr>
      </w:pPr>
      <w:r w:rsidRPr="00EB57F9">
        <w:rPr>
          <w:rFonts w:ascii="Times New Roman" w:hAnsi="Times New Roman"/>
          <w:sz w:val="24"/>
          <w:szCs w:val="24"/>
        </w:rPr>
        <w:t xml:space="preserve">Задание № 14 </w:t>
      </w:r>
      <w:r>
        <w:rPr>
          <w:rFonts w:ascii="Times New Roman" w:hAnsi="Times New Roman"/>
          <w:sz w:val="24"/>
          <w:szCs w:val="24"/>
        </w:rPr>
        <w:t>- оценивается в 3 балла.</w:t>
      </w:r>
    </w:p>
    <w:p w:rsidR="002B464D" w:rsidRPr="00002389" w:rsidRDefault="002B464D" w:rsidP="0000238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06"/>
        <w:gridCol w:w="4536"/>
        <w:gridCol w:w="3862"/>
      </w:tblGrid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 xml:space="preserve">   Вариант</w:t>
            </w:r>
          </w:p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 xml:space="preserve">           № вопроса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B7D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B7D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211333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211212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19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ДВБГА</w:t>
            </w:r>
          </w:p>
        </w:tc>
        <w:tc>
          <w:tcPr>
            <w:tcW w:w="1804" w:type="pct"/>
          </w:tcPr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ВГАБД</w:t>
            </w:r>
          </w:p>
        </w:tc>
      </w:tr>
      <w:tr w:rsidR="002B464D" w:rsidRPr="007B7DD3" w:rsidTr="00002389">
        <w:tc>
          <w:tcPr>
            <w:tcW w:w="1077" w:type="pct"/>
          </w:tcPr>
          <w:p w:rsidR="002B464D" w:rsidRPr="007B7DD3" w:rsidRDefault="002B464D" w:rsidP="0000238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19" w:type="pct"/>
          </w:tcPr>
          <w:p w:rsidR="002B464D" w:rsidRPr="007B7DD3" w:rsidRDefault="002B464D" w:rsidP="003A5BC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виль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ный ответ со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дер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жит сле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ду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ю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щие эле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мен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ты:</w:t>
            </w:r>
          </w:p>
          <w:p w:rsidR="002B464D" w:rsidRPr="007B7DD3" w:rsidRDefault="002B464D" w:rsidP="003A5BC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1) Че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ло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век</w:t>
            </w:r>
          </w:p>
          <w:p w:rsidR="002B464D" w:rsidRPr="007B7DD3" w:rsidRDefault="002B464D" w:rsidP="003A5BC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2) Ле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бедь</w:t>
            </w:r>
          </w:p>
          <w:p w:rsidR="002B464D" w:rsidRDefault="002B464D" w:rsidP="003A5BC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3) За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сит. Чем круп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нее жи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вот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ное, тем доль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ше оно живет.</w:t>
            </w:r>
          </w:p>
          <w:p w:rsidR="002B464D" w:rsidRPr="007B7DD3" w:rsidRDefault="002B464D" w:rsidP="003A5BC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</w:tcPr>
          <w:p w:rsidR="002B464D" w:rsidRPr="007B7DD3" w:rsidRDefault="002B464D" w:rsidP="003A5BC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виль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ный ответ дол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жен со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дер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жать сле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ду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ю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щие эле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мен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ты:</w:t>
            </w:r>
          </w:p>
          <w:p w:rsidR="002B464D" w:rsidRPr="007B7DD3" w:rsidRDefault="002B464D" w:rsidP="003A5BC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1) Нет.</w:t>
            </w:r>
          </w:p>
          <w:p w:rsidR="002B464D" w:rsidRPr="007B7DD3" w:rsidRDefault="002B464D" w:rsidP="003A5BC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2) Ле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ту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чая мышь (на полёт).</w:t>
            </w:r>
          </w:p>
          <w:p w:rsidR="002B464D" w:rsidRPr="007B7DD3" w:rsidRDefault="002B464D" w:rsidP="000023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7DD3">
              <w:rPr>
                <w:rFonts w:ascii="Times New Roman" w:hAnsi="Times New Roman"/>
                <w:sz w:val="24"/>
                <w:szCs w:val="24"/>
              </w:rPr>
              <w:t>3) Жёлтый сус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лик — 43 % по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те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ря веса. Сус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ли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ки спят доль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ше дру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гих жи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вот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ных, впа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да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ют в спяч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ку летом, и лет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няя спяч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ка обыч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но без пе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ре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ры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ва пе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ре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хо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дит в зим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нюю. По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те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ря веса выше у сус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ли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ков ли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шен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ных летом пол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цен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го и бо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га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то</w:t>
            </w:r>
            <w:r w:rsidRPr="007B7DD3">
              <w:rPr>
                <w:rFonts w:ascii="Times New Roman" w:hAnsi="Times New Roman"/>
                <w:sz w:val="24"/>
                <w:szCs w:val="24"/>
              </w:rPr>
              <w:softHyphen/>
              <w:t>го водой корма.</w:t>
            </w:r>
          </w:p>
        </w:tc>
      </w:tr>
    </w:tbl>
    <w:p w:rsidR="002B464D" w:rsidRPr="00002389" w:rsidRDefault="002B464D" w:rsidP="0000238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B464D" w:rsidRPr="00002389" w:rsidRDefault="002B464D" w:rsidP="0000238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B464D" w:rsidRDefault="002B464D" w:rsidP="00DE3AA8">
      <w:pPr>
        <w:contextualSpacing/>
        <w:rPr>
          <w:rFonts w:ascii="Times New Roman" w:hAnsi="Times New Roman"/>
          <w:sz w:val="28"/>
          <w:szCs w:val="28"/>
        </w:rPr>
      </w:pPr>
      <w:r w:rsidRPr="00ED7CDE">
        <w:rPr>
          <w:rFonts w:ascii="Times New Roman" w:hAnsi="Times New Roman"/>
          <w:sz w:val="28"/>
          <w:szCs w:val="28"/>
        </w:rPr>
        <w:t>Максимальное количество баллов – 19.</w:t>
      </w:r>
    </w:p>
    <w:p w:rsidR="002B464D" w:rsidRPr="00ED7CDE" w:rsidRDefault="002B464D" w:rsidP="00DE3AA8">
      <w:pPr>
        <w:contextualSpacing/>
        <w:rPr>
          <w:rFonts w:ascii="Times New Roman" w:hAnsi="Times New Roman"/>
          <w:sz w:val="28"/>
          <w:szCs w:val="28"/>
        </w:rPr>
      </w:pPr>
    </w:p>
    <w:p w:rsidR="002B464D" w:rsidRPr="00ED7CDE" w:rsidRDefault="002B464D" w:rsidP="00DE3AA8">
      <w:pPr>
        <w:contextualSpacing/>
        <w:rPr>
          <w:rFonts w:ascii="Times New Roman" w:hAnsi="Times New Roman"/>
          <w:sz w:val="28"/>
          <w:szCs w:val="28"/>
        </w:rPr>
      </w:pPr>
    </w:p>
    <w:p w:rsidR="002B464D" w:rsidRPr="005D665C" w:rsidRDefault="002B464D" w:rsidP="00DE3AA8">
      <w:pPr>
        <w:contextualSpacing/>
        <w:rPr>
          <w:rFonts w:ascii="Times New Roman" w:hAnsi="Times New Roman"/>
          <w:b/>
          <w:sz w:val="28"/>
          <w:szCs w:val="28"/>
        </w:rPr>
      </w:pPr>
      <w:r w:rsidRPr="005D665C">
        <w:rPr>
          <w:rFonts w:ascii="Times New Roman" w:hAnsi="Times New Roman"/>
          <w:b/>
          <w:sz w:val="28"/>
          <w:szCs w:val="28"/>
        </w:rPr>
        <w:t>Критерии оценивания  работы.</w:t>
      </w:r>
    </w:p>
    <w:p w:rsidR="002B464D" w:rsidRPr="00ED7CDE" w:rsidRDefault="002B464D" w:rsidP="00DE3AA8">
      <w:pPr>
        <w:contextualSpacing/>
        <w:rPr>
          <w:rFonts w:ascii="Times New Roman" w:hAnsi="Times New Roman"/>
          <w:sz w:val="28"/>
          <w:szCs w:val="28"/>
        </w:rPr>
      </w:pPr>
    </w:p>
    <w:p w:rsidR="002B464D" w:rsidRPr="00ED7CDE" w:rsidRDefault="002B464D" w:rsidP="00DE3AA8">
      <w:pPr>
        <w:contextualSpacing/>
        <w:rPr>
          <w:rFonts w:ascii="Times New Roman" w:hAnsi="Times New Roman"/>
          <w:sz w:val="28"/>
          <w:szCs w:val="28"/>
        </w:rPr>
      </w:pPr>
      <w:r w:rsidRPr="00ED7CDE">
        <w:rPr>
          <w:rFonts w:ascii="Times New Roman" w:hAnsi="Times New Roman"/>
          <w:sz w:val="28"/>
          <w:szCs w:val="28"/>
        </w:rPr>
        <w:t xml:space="preserve"> Оценка «5» -   17 – 19 баллов </w:t>
      </w:r>
    </w:p>
    <w:p w:rsidR="002B464D" w:rsidRPr="00ED7CDE" w:rsidRDefault="002B464D" w:rsidP="00DE3AA8">
      <w:pPr>
        <w:contextualSpacing/>
        <w:rPr>
          <w:rFonts w:ascii="Times New Roman" w:hAnsi="Times New Roman"/>
          <w:sz w:val="28"/>
          <w:szCs w:val="28"/>
        </w:rPr>
      </w:pPr>
      <w:r w:rsidRPr="00ED7CDE">
        <w:rPr>
          <w:rFonts w:ascii="Times New Roman" w:hAnsi="Times New Roman"/>
          <w:sz w:val="28"/>
          <w:szCs w:val="28"/>
        </w:rPr>
        <w:t xml:space="preserve"> Оценка «4» -    13 -16 баллов</w:t>
      </w:r>
    </w:p>
    <w:p w:rsidR="002B464D" w:rsidRPr="00ED7CDE" w:rsidRDefault="002B464D" w:rsidP="00DE3AA8">
      <w:pPr>
        <w:contextualSpacing/>
        <w:rPr>
          <w:rFonts w:ascii="Times New Roman" w:hAnsi="Times New Roman"/>
          <w:sz w:val="28"/>
          <w:szCs w:val="28"/>
        </w:rPr>
      </w:pPr>
      <w:r w:rsidRPr="00ED7CDE">
        <w:rPr>
          <w:rFonts w:ascii="Times New Roman" w:hAnsi="Times New Roman"/>
          <w:sz w:val="28"/>
          <w:szCs w:val="28"/>
        </w:rPr>
        <w:t xml:space="preserve"> Оценка «3» -    12 – 10 баллов</w:t>
      </w:r>
    </w:p>
    <w:p w:rsidR="002B464D" w:rsidRPr="00ED7CDE" w:rsidRDefault="002B464D" w:rsidP="00DE3AA8">
      <w:pPr>
        <w:contextualSpacing/>
        <w:rPr>
          <w:rFonts w:ascii="Times New Roman" w:hAnsi="Times New Roman"/>
          <w:sz w:val="28"/>
          <w:szCs w:val="28"/>
        </w:rPr>
      </w:pPr>
      <w:r w:rsidRPr="00ED7CDE">
        <w:rPr>
          <w:rFonts w:ascii="Times New Roman" w:hAnsi="Times New Roman"/>
          <w:sz w:val="28"/>
          <w:szCs w:val="28"/>
        </w:rPr>
        <w:t xml:space="preserve"> Оценка «2» -     менее 9 баллов.</w:t>
      </w:r>
    </w:p>
    <w:p w:rsidR="002B464D" w:rsidRPr="00002389" w:rsidRDefault="002B464D" w:rsidP="0000238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B464D" w:rsidRPr="00002389" w:rsidSect="00A42909">
      <w:pgSz w:w="11906" w:h="16838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2389"/>
    <w:rsid w:val="00002389"/>
    <w:rsid w:val="000060FD"/>
    <w:rsid w:val="0013461D"/>
    <w:rsid w:val="00260CFA"/>
    <w:rsid w:val="002B464D"/>
    <w:rsid w:val="00337BD6"/>
    <w:rsid w:val="003A5BCE"/>
    <w:rsid w:val="0052191C"/>
    <w:rsid w:val="00547097"/>
    <w:rsid w:val="00550F75"/>
    <w:rsid w:val="005D665C"/>
    <w:rsid w:val="00761B1A"/>
    <w:rsid w:val="007B7DD3"/>
    <w:rsid w:val="00A42909"/>
    <w:rsid w:val="00B51245"/>
    <w:rsid w:val="00D76D48"/>
    <w:rsid w:val="00DB3F49"/>
    <w:rsid w:val="00DE3AA8"/>
    <w:rsid w:val="00DE7E14"/>
    <w:rsid w:val="00EB57F9"/>
    <w:rsid w:val="00ED7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F4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170</Words>
  <Characters>974</Characters>
  <Application>Microsoft Office Outlook</Application>
  <DocSecurity>0</DocSecurity>
  <Lines>0</Lines>
  <Paragraphs>0</Paragraphs>
  <ScaleCrop>false</ScaleCrop>
  <Company>МБОУ "Великомихайловская СОШ"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mitushina_o</cp:lastModifiedBy>
  <cp:revision>7</cp:revision>
  <dcterms:created xsi:type="dcterms:W3CDTF">2017-04-06T10:47:00Z</dcterms:created>
  <dcterms:modified xsi:type="dcterms:W3CDTF">2017-04-19T13:09:00Z</dcterms:modified>
</cp:coreProperties>
</file>